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99737" w14:textId="72B605B1" w:rsidR="00E03BA3" w:rsidRDefault="003E1050" w:rsidP="00E03BA3">
      <w:pPr>
        <w:autoSpaceDE w:val="0"/>
        <w:autoSpaceDN w:val="0"/>
        <w:adjustRightInd w:val="0"/>
      </w:pPr>
      <w:r w:rsidRPr="00C700A7">
        <w:rPr>
          <w:rFonts w:ascii="Roboto" w:hAnsi="Roboto"/>
          <w:noProof/>
        </w:rPr>
        <w:drawing>
          <wp:anchor distT="0" distB="0" distL="114300" distR="114300" simplePos="0" relativeHeight="251669504" behindDoc="0" locked="0" layoutInCell="1" allowOverlap="1" wp14:anchorId="4B005F14" wp14:editId="15870B10">
            <wp:simplePos x="0" y="0"/>
            <wp:positionH relativeFrom="margin">
              <wp:posOffset>3848100</wp:posOffset>
            </wp:positionH>
            <wp:positionV relativeFrom="margin">
              <wp:posOffset>12700</wp:posOffset>
            </wp:positionV>
            <wp:extent cx="2200275" cy="733425"/>
            <wp:effectExtent l="0" t="0" r="9525" b="9525"/>
            <wp:wrapSquare wrapText="bothSides"/>
            <wp:docPr id="361285974" name="Picture 361285974" descr="A black and white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and white logo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7857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7C4DBC9" wp14:editId="7572C8E2">
                <wp:simplePos x="0" y="0"/>
                <wp:positionH relativeFrom="column">
                  <wp:posOffset>-92710</wp:posOffset>
                </wp:positionH>
                <wp:positionV relativeFrom="paragraph">
                  <wp:posOffset>-62865</wp:posOffset>
                </wp:positionV>
                <wp:extent cx="3163570" cy="1015365"/>
                <wp:effectExtent l="2540" t="3810" r="0" b="0"/>
                <wp:wrapNone/>
                <wp:docPr id="19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2D23A" w14:textId="77777777" w:rsidR="00E03BA3" w:rsidRPr="00B73634" w:rsidRDefault="00E03BA3" w:rsidP="00DB390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736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Applied Automation Technologies, Inc.</w:t>
                            </w:r>
                          </w:p>
                          <w:p w14:paraId="0CA7B97D" w14:textId="6047D542" w:rsidR="00E03BA3" w:rsidRPr="00B73634" w:rsidRDefault="00773BDA" w:rsidP="00DB390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1688</w:t>
                            </w:r>
                            <w:r w:rsidR="00E03BA3" w:rsidRPr="00B7363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Star Batt</w:t>
                            </w:r>
                          </w:p>
                          <w:p w14:paraId="1983AFA7" w14:textId="77777777" w:rsidR="00E03BA3" w:rsidRPr="00B73634" w:rsidRDefault="00E03BA3" w:rsidP="00DB390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363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Rochester Hills, MI, 48309</w:t>
                            </w:r>
                          </w:p>
                          <w:p w14:paraId="6BF658D5" w14:textId="2174A587" w:rsidR="00E03BA3" w:rsidRPr="00B73634" w:rsidRDefault="00E03BA3" w:rsidP="00DB390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7363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Phone: 1-248-656-4930</w:t>
                            </w:r>
                          </w:p>
                          <w:p w14:paraId="6BAEF704" w14:textId="77777777" w:rsidR="00E03BA3" w:rsidRPr="00B73634" w:rsidRDefault="006B6921" w:rsidP="00DB390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E03BA3" w:rsidRPr="00B7363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sales@aat3d.com</w:t>
                              </w:r>
                            </w:hyperlink>
                            <w:r w:rsidR="00E03BA3" w:rsidRPr="00B7363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hyperlink r:id="rId6" w:history="1">
                              <w:r w:rsidR="00E03BA3" w:rsidRPr="00B73634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www.aat3d.com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4DBC9" id="_x0000_t202" coordsize="21600,21600" o:spt="202" path="m,l,21600r21600,l21600,xe">
                <v:stroke joinstyle="miter"/>
                <v:path gradientshapeok="t" o:connecttype="rect"/>
              </v:shapetype>
              <v:shape id="Text Box 107" o:spid="_x0000_s1026" type="#_x0000_t202" style="position:absolute;margin-left:-7.3pt;margin-top:-4.95pt;width:249.1pt;height:79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" stroked="f">
                <v:textbox>
                  <w:txbxContent>
                    <w:p w14:paraId="04E2D23A" w14:textId="77777777" w:rsidR="00E03BA3" w:rsidRPr="00B73634" w:rsidRDefault="00E03BA3" w:rsidP="00DB390B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736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Applied Automation Technologies, Inc.</w:t>
                      </w:r>
                    </w:p>
                    <w:p w14:paraId="0CA7B97D" w14:textId="6047D542" w:rsidR="00E03BA3" w:rsidRPr="00B73634" w:rsidRDefault="00773BDA" w:rsidP="00DB390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1688</w:t>
                      </w:r>
                      <w:r w:rsidR="00E03BA3" w:rsidRPr="00B7363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Star Batt</w:t>
                      </w:r>
                    </w:p>
                    <w:p w14:paraId="1983AFA7" w14:textId="77777777" w:rsidR="00E03BA3" w:rsidRPr="00B73634" w:rsidRDefault="00E03BA3" w:rsidP="00DB390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3634">
                        <w:rPr>
                          <w:rFonts w:ascii="Arial" w:hAnsi="Arial" w:cs="Arial"/>
                          <w:sz w:val="20"/>
                          <w:szCs w:val="20"/>
                        </w:rPr>
                        <w:t>Rochester Hills, MI, 48309</w:t>
                      </w:r>
                    </w:p>
                    <w:p w14:paraId="6BF658D5" w14:textId="2174A587" w:rsidR="00E03BA3" w:rsidRPr="00B73634" w:rsidRDefault="00E03BA3" w:rsidP="00DB390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73634">
                        <w:rPr>
                          <w:rFonts w:ascii="Arial" w:hAnsi="Arial" w:cs="Arial"/>
                          <w:sz w:val="20"/>
                          <w:szCs w:val="20"/>
                        </w:rPr>
                        <w:t>Phone: 1-248-656-4930</w:t>
                      </w:r>
                    </w:p>
                    <w:p w14:paraId="6BAEF704" w14:textId="77777777" w:rsidR="00E03BA3" w:rsidRPr="00B73634" w:rsidRDefault="00773BDA" w:rsidP="00DB390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hyperlink r:id="rId7" w:history="1">
                        <w:r w:rsidR="00E03BA3" w:rsidRPr="00B7363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sales@aat3d.com</w:t>
                        </w:r>
                      </w:hyperlink>
                      <w:r w:rsidR="00E03BA3" w:rsidRPr="00B7363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</w:t>
                      </w:r>
                      <w:hyperlink r:id="rId8" w:history="1">
                        <w:r w:rsidR="00E03BA3" w:rsidRPr="00B73634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www.aat3d.com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4B03F5E1" w14:textId="49B653B4" w:rsidR="00E03BA3" w:rsidRDefault="00DB390B" w:rsidP="00773BDA">
      <w:pPr>
        <w:tabs>
          <w:tab w:val="left" w:pos="7092"/>
        </w:tabs>
        <w:autoSpaceDE w:val="0"/>
        <w:autoSpaceDN w:val="0"/>
        <w:adjustRightInd w:val="0"/>
      </w:pPr>
      <w:r>
        <w:tab/>
      </w:r>
    </w:p>
    <w:p w14:paraId="71FC902D" w14:textId="77777777" w:rsidR="00910B2A" w:rsidRDefault="00910B2A" w:rsidP="00E03BA3">
      <w:pPr>
        <w:autoSpaceDE w:val="0"/>
        <w:autoSpaceDN w:val="0"/>
        <w:adjustRightInd w:val="0"/>
      </w:pPr>
    </w:p>
    <w:p w14:paraId="0008772D" w14:textId="77777777" w:rsidR="003E1050" w:rsidRDefault="003E1050" w:rsidP="00E03BA3">
      <w:pPr>
        <w:autoSpaceDE w:val="0"/>
        <w:autoSpaceDN w:val="0"/>
        <w:adjustRightInd w:val="0"/>
      </w:pPr>
    </w:p>
    <w:p w14:paraId="44D6B396" w14:textId="77777777" w:rsidR="003E1050" w:rsidRDefault="003E1050" w:rsidP="00E03BA3">
      <w:pPr>
        <w:autoSpaceDE w:val="0"/>
        <w:autoSpaceDN w:val="0"/>
        <w:adjustRightInd w:val="0"/>
      </w:pPr>
    </w:p>
    <w:p w14:paraId="5096A3C2" w14:textId="77777777" w:rsidR="003E1050" w:rsidRDefault="003E1050" w:rsidP="00E03BA3">
      <w:pPr>
        <w:autoSpaceDE w:val="0"/>
        <w:autoSpaceDN w:val="0"/>
        <w:adjustRightInd w:val="0"/>
      </w:pPr>
    </w:p>
    <w:p w14:paraId="4CD32245" w14:textId="77777777" w:rsidR="003E1050" w:rsidRDefault="003E1050" w:rsidP="00E03BA3">
      <w:pPr>
        <w:autoSpaceDE w:val="0"/>
        <w:autoSpaceDN w:val="0"/>
        <w:adjustRightInd w:val="0"/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8"/>
      </w:tblGrid>
      <w:tr w:rsidR="00004E37" w14:paraId="44F9AABA" w14:textId="77777777" w:rsidTr="00DA20F8">
        <w:trPr>
          <w:cantSplit/>
          <w:trHeight w:val="674"/>
        </w:trPr>
        <w:tc>
          <w:tcPr>
            <w:tcW w:w="9598" w:type="dxa"/>
            <w:shd w:val="clear" w:color="auto" w:fill="666666"/>
            <w:vAlign w:val="center"/>
          </w:tcPr>
          <w:p w14:paraId="01340D94" w14:textId="72990397" w:rsidR="00004E37" w:rsidRPr="00004E37" w:rsidRDefault="00004E37" w:rsidP="00E53487">
            <w:pPr>
              <w:pStyle w:val="Heading1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04E37">
              <w:rPr>
                <w:rFonts w:ascii="Arial" w:hAnsi="Arial" w:cs="Arial"/>
                <w:sz w:val="28"/>
                <w:szCs w:val="28"/>
              </w:rPr>
              <w:t>AAT</w:t>
            </w:r>
            <w:r w:rsidR="003E1050">
              <w:rPr>
                <w:rFonts w:ascii="Arial" w:hAnsi="Arial" w:cs="Arial"/>
                <w:sz w:val="28"/>
                <w:szCs w:val="28"/>
              </w:rPr>
              <w:t>3D</w:t>
            </w:r>
            <w:r w:rsidRPr="00004E3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53487">
              <w:rPr>
                <w:rFonts w:ascii="Arial" w:hAnsi="Arial" w:cs="Arial"/>
                <w:sz w:val="28"/>
                <w:szCs w:val="28"/>
              </w:rPr>
              <w:t>Registration</w:t>
            </w:r>
          </w:p>
        </w:tc>
      </w:tr>
    </w:tbl>
    <w:p w14:paraId="391771BF" w14:textId="77777777" w:rsidR="00335E6A" w:rsidRPr="00335E6A" w:rsidRDefault="00335E6A" w:rsidP="00335E6A">
      <w:pPr>
        <w:rPr>
          <w:vanish/>
        </w:rPr>
      </w:pPr>
    </w:p>
    <w:tbl>
      <w:tblPr>
        <w:tblpPr w:leftFromText="180" w:rightFromText="180" w:vertAnchor="text" w:horzAnchor="margin" w:tblpX="-72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5"/>
        <w:gridCol w:w="25"/>
        <w:gridCol w:w="4198"/>
      </w:tblGrid>
      <w:tr w:rsidR="00E90E65" w14:paraId="0FF467A3" w14:textId="77777777" w:rsidTr="00DA20F8">
        <w:trPr>
          <w:cantSplit/>
        </w:trPr>
        <w:tc>
          <w:tcPr>
            <w:tcW w:w="9598" w:type="dxa"/>
            <w:gridSpan w:val="3"/>
            <w:shd w:val="clear" w:color="auto" w:fill="666666"/>
          </w:tcPr>
          <w:p w14:paraId="537378F6" w14:textId="77777777" w:rsidR="00E90E65" w:rsidRDefault="00E90E65" w:rsidP="00DA20F8">
            <w:pPr>
              <w:pStyle w:val="Heading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Customer Information </w:t>
            </w:r>
          </w:p>
        </w:tc>
      </w:tr>
      <w:tr w:rsidR="00E90E65" w14:paraId="4A56B6D8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2E388BC4" w14:textId="53713F9C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Company Name:  </w:t>
            </w:r>
            <w:r w:rsidR="00773B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 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Purchase Order/Request Number: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</w:p>
        </w:tc>
      </w:tr>
      <w:tr w:rsidR="00E90E65" w14:paraId="5C998E42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7BB151BC" w14:textId="3AA2200F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Customer Address: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B785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90E65" w14:paraId="5A0266A5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09F368A6" w14:textId="5557DD45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Requested by:    </w:t>
            </w:r>
            <w:r w:rsidR="00773B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Date:</w:t>
            </w:r>
          </w:p>
        </w:tc>
      </w:tr>
      <w:tr w:rsidR="00E90E65" w14:paraId="53FEB3E8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2928A694" w14:textId="53BAF0B0" w:rsidR="00E90E65" w:rsidRDefault="000B7857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B1165D6" wp14:editId="2ED59B7E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85090</wp:posOffset>
                      </wp:positionV>
                      <wp:extent cx="278130" cy="211455"/>
                      <wp:effectExtent l="6350" t="11430" r="10795" b="5715"/>
                      <wp:wrapNone/>
                      <wp:docPr id="18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" cy="211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4A459D" w14:textId="26D0726A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1165D6" id="Text Box 143" o:spid="_x0000_s1027" type="#_x0000_t202" style="position:absolute;margin-left:58.15pt;margin-top:6.7pt;width:21.9pt;height:16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">
                      <v:textbox>
                        <w:txbxContent>
                          <w:p w14:paraId="484A459D" w14:textId="26D0726A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8B75B35" wp14:editId="3FD9E10C">
                      <wp:simplePos x="0" y="0"/>
                      <wp:positionH relativeFrom="column">
                        <wp:posOffset>5594350</wp:posOffset>
                      </wp:positionH>
                      <wp:positionV relativeFrom="paragraph">
                        <wp:posOffset>93345</wp:posOffset>
                      </wp:positionV>
                      <wp:extent cx="182880" cy="182880"/>
                      <wp:effectExtent l="13970" t="10160" r="12700" b="6985"/>
                      <wp:wrapNone/>
                      <wp:docPr id="17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233E66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75B35" id="Text Box 146" o:spid="_x0000_s1028" type="#_x0000_t202" style="position:absolute;margin-left:440.5pt;margin-top:7.35pt;width:14.4pt;height:14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">
                      <v:textbox>
                        <w:txbxContent>
                          <w:p w14:paraId="73233E66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D32CC4F" wp14:editId="58DCB62A">
                      <wp:simplePos x="0" y="0"/>
                      <wp:positionH relativeFrom="column">
                        <wp:posOffset>3168015</wp:posOffset>
                      </wp:positionH>
                      <wp:positionV relativeFrom="paragraph">
                        <wp:posOffset>99695</wp:posOffset>
                      </wp:positionV>
                      <wp:extent cx="182880" cy="182880"/>
                      <wp:effectExtent l="6985" t="6985" r="10160" b="10160"/>
                      <wp:wrapNone/>
                      <wp:docPr id="16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3B3B9F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2CC4F" id="Text Box 145" o:spid="_x0000_s1029" type="#_x0000_t202" style="position:absolute;margin-left:249.45pt;margin-top:7.85pt;width:14.4pt;height:14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">
                      <v:textbox>
                        <w:txbxContent>
                          <w:p w14:paraId="503B3B9F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0D4B430" wp14:editId="3A6158F7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94615</wp:posOffset>
                      </wp:positionV>
                      <wp:extent cx="182880" cy="182880"/>
                      <wp:effectExtent l="7620" t="11430" r="9525" b="5715"/>
                      <wp:wrapNone/>
                      <wp:docPr id="15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798BFC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4B430" id="Text Box 144" o:spid="_x0000_s1030" type="#_x0000_t202" style="position:absolute;margin-left:169.25pt;margin-top:7.45pt;width:14.4pt;height:1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">
                      <v:textbox>
                        <w:txbxContent>
                          <w:p w14:paraId="2A798BFC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8B3F0E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End User: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   </w:t>
            </w:r>
            <w:r w:rsidRPr="00B01399">
              <w:rPr>
                <w:rFonts w:ascii="Tahoma" w:hAnsi="Tahoma" w:cs="Tahoma"/>
                <w:b/>
                <w:sz w:val="18"/>
                <w:szCs w:val="18"/>
              </w:rPr>
              <w:t>Distributor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OEM:                                           Service Company:</w:t>
            </w:r>
          </w:p>
        </w:tc>
      </w:tr>
      <w:tr w:rsidR="00E90E65" w14:paraId="26495540" w14:textId="77777777" w:rsidTr="00DA20F8">
        <w:trPr>
          <w:cantSplit/>
          <w:trHeight w:val="482"/>
        </w:trPr>
        <w:tc>
          <w:tcPr>
            <w:tcW w:w="5400" w:type="dxa"/>
            <w:gridSpan w:val="2"/>
            <w:vAlign w:val="center"/>
          </w:tcPr>
          <w:p w14:paraId="6D48B17B" w14:textId="07E588DC" w:rsidR="00E90E65" w:rsidRDefault="004C7643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Primary Contact</w:t>
            </w:r>
            <w:r w:rsidR="00E90E65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E90E6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B785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198" w:type="dxa"/>
            <w:vAlign w:val="center"/>
          </w:tcPr>
          <w:p w14:paraId="18CDB299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Fax Number: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90E65" w14:paraId="6263CFC8" w14:textId="77777777" w:rsidTr="00DA20F8">
        <w:trPr>
          <w:cantSplit/>
          <w:trHeight w:val="470"/>
        </w:trPr>
        <w:tc>
          <w:tcPr>
            <w:tcW w:w="9598" w:type="dxa"/>
            <w:gridSpan w:val="3"/>
            <w:vAlign w:val="center"/>
          </w:tcPr>
          <w:p w14:paraId="66583E88" w14:textId="51D399D7" w:rsidR="00E90E65" w:rsidRDefault="004C7643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Phone Number</w:t>
            </w:r>
            <w:r w:rsidR="0034404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:     </w:t>
            </w:r>
            <w:r w:rsidR="00773B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                                 </w:t>
            </w:r>
            <w:r w:rsidR="00E90E65">
              <w:rPr>
                <w:rFonts w:ascii="Tahoma" w:hAnsi="Tahoma" w:cs="Tahoma"/>
                <w:b/>
                <w:bCs/>
                <w:sz w:val="18"/>
                <w:szCs w:val="18"/>
              </w:rPr>
              <w:t>E-mail:</w:t>
            </w:r>
            <w:r w:rsidR="00E90E6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B785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90E65" w14:paraId="36300921" w14:textId="77777777" w:rsidTr="00DA20F8">
        <w:trPr>
          <w:cantSplit/>
        </w:trPr>
        <w:tc>
          <w:tcPr>
            <w:tcW w:w="9598" w:type="dxa"/>
            <w:gridSpan w:val="3"/>
            <w:shd w:val="clear" w:color="auto" w:fill="666666"/>
          </w:tcPr>
          <w:p w14:paraId="2A270679" w14:textId="77777777" w:rsidR="00E90E65" w:rsidRPr="00004E37" w:rsidRDefault="00E90E65" w:rsidP="00DA20F8">
            <w:pPr>
              <w:pStyle w:val="Heading1"/>
              <w:jc w:val="center"/>
              <w:rPr>
                <w:rFonts w:ascii="Arial" w:hAnsi="Arial" w:cs="Arial"/>
              </w:rPr>
            </w:pPr>
            <w:r w:rsidRPr="00004E37">
              <w:rPr>
                <w:rFonts w:ascii="Arial" w:hAnsi="Arial" w:cs="Arial"/>
              </w:rPr>
              <w:t>Software Information</w:t>
            </w:r>
            <w:r>
              <w:rPr>
                <w:rFonts w:ascii="Arial" w:hAnsi="Arial" w:cs="Arial"/>
              </w:rPr>
              <w:t xml:space="preserve">: </w:t>
            </w:r>
            <w:r w:rsidRPr="006806FB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6806FB">
              <w:rPr>
                <w:rFonts w:ascii="Arial" w:hAnsi="Arial" w:cs="Arial"/>
                <w:sz w:val="16"/>
                <w:szCs w:val="16"/>
              </w:rPr>
              <w:t>CappsAdv</w:t>
            </w:r>
            <w:proofErr w:type="spellEnd"/>
            <w:r w:rsidRPr="006806FB">
              <w:rPr>
                <w:rFonts w:ascii="Arial" w:hAnsi="Arial" w:cs="Arial"/>
                <w:sz w:val="16"/>
                <w:szCs w:val="16"/>
              </w:rPr>
              <w:t>, Basic, PS, Software Upgrade, Dual Arm, etc.)</w:t>
            </w:r>
          </w:p>
        </w:tc>
      </w:tr>
      <w:tr w:rsidR="00E90E65" w14:paraId="6AF0D440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6BDB012A" w14:textId="79C6D91C" w:rsidR="00E90E65" w:rsidRDefault="000B7857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A9D02B7" wp14:editId="248E14F6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53340</wp:posOffset>
                      </wp:positionV>
                      <wp:extent cx="266065" cy="236220"/>
                      <wp:effectExtent l="11430" t="5080" r="8255" b="6350"/>
                      <wp:wrapNone/>
                      <wp:docPr id="14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95A2B8" w14:textId="3DC1B0B0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D02B7" id="Text Box 147" o:spid="_x0000_s1031" type="#_x0000_t202" style="position:absolute;margin-left:93.05pt;margin-top:4.2pt;width:20.95pt;height:18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">
                      <v:textbox>
                        <w:txbxContent>
                          <w:p w14:paraId="2795A2B8" w14:textId="3DC1B0B0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7C98C3" wp14:editId="1F1B55C7">
                      <wp:simplePos x="0" y="0"/>
                      <wp:positionH relativeFrom="column">
                        <wp:posOffset>4900295</wp:posOffset>
                      </wp:positionH>
                      <wp:positionV relativeFrom="paragraph">
                        <wp:posOffset>88265</wp:posOffset>
                      </wp:positionV>
                      <wp:extent cx="182880" cy="182880"/>
                      <wp:effectExtent l="5715" t="11430" r="11430" b="5715"/>
                      <wp:wrapNone/>
                      <wp:docPr id="13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709559" w14:textId="77777777" w:rsidR="004C7643" w:rsidRDefault="004C7643" w:rsidP="004C764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C98C3" id="Text Box 159" o:spid="_x0000_s1032" type="#_x0000_t202" style="position:absolute;margin-left:385.85pt;margin-top:6.95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">
                      <v:textbox>
                        <w:txbxContent>
                          <w:p w14:paraId="6F709559" w14:textId="77777777" w:rsidR="004C7643" w:rsidRDefault="004C7643" w:rsidP="004C76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7FD3866" wp14:editId="61655D95">
                      <wp:simplePos x="0" y="0"/>
                      <wp:positionH relativeFrom="column">
                        <wp:posOffset>5742305</wp:posOffset>
                      </wp:positionH>
                      <wp:positionV relativeFrom="paragraph">
                        <wp:posOffset>66040</wp:posOffset>
                      </wp:positionV>
                      <wp:extent cx="182880" cy="182880"/>
                      <wp:effectExtent l="9525" t="8255" r="7620" b="8890"/>
                      <wp:wrapNone/>
                      <wp:docPr id="12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E9CAA" w14:textId="77777777" w:rsidR="004C7643" w:rsidRDefault="004C7643" w:rsidP="004C7643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D3866" id="Text Box 160" o:spid="_x0000_s1033" type="#_x0000_t202" style="position:absolute;margin-left:452.15pt;margin-top:5.2pt;width:14.4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">
                      <v:textbox>
                        <w:txbxContent>
                          <w:p w14:paraId="215E9CAA" w14:textId="77777777" w:rsidR="004C7643" w:rsidRDefault="004C7643" w:rsidP="004C76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696671" wp14:editId="666AED17">
                      <wp:simplePos x="0" y="0"/>
                      <wp:positionH relativeFrom="column">
                        <wp:posOffset>3800475</wp:posOffset>
                      </wp:positionH>
                      <wp:positionV relativeFrom="paragraph">
                        <wp:posOffset>85090</wp:posOffset>
                      </wp:positionV>
                      <wp:extent cx="182880" cy="182880"/>
                      <wp:effectExtent l="10795" t="8255" r="6350" b="8890"/>
                      <wp:wrapNone/>
                      <wp:docPr id="11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E2A38" w14:textId="77777777" w:rsidR="00DB390B" w:rsidRDefault="00DB390B" w:rsidP="00DB390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96671" id="Text Box 155" o:spid="_x0000_s1034" type="#_x0000_t202" style="position:absolute;margin-left:299.25pt;margin-top:6.7pt;width:14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">
                      <v:textbox>
                        <w:txbxContent>
                          <w:p w14:paraId="155E2A38" w14:textId="77777777" w:rsidR="00DB390B" w:rsidRDefault="00DB390B" w:rsidP="00DB39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E8BB82B" wp14:editId="5976903D">
                      <wp:simplePos x="0" y="0"/>
                      <wp:positionH relativeFrom="column">
                        <wp:posOffset>2973070</wp:posOffset>
                      </wp:positionH>
                      <wp:positionV relativeFrom="paragraph">
                        <wp:posOffset>78740</wp:posOffset>
                      </wp:positionV>
                      <wp:extent cx="182880" cy="182880"/>
                      <wp:effectExtent l="12065" t="11430" r="5080" b="5715"/>
                      <wp:wrapNone/>
                      <wp:docPr id="10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BF2EF" w14:textId="77777777" w:rsidR="00E90E65" w:rsidRDefault="00E90E65" w:rsidP="004C7643">
                                  <w:pPr>
                                    <w:ind w:left="-90" w:right="-75" w:hanging="9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BB82B" id="Text Box 149" o:spid="_x0000_s1035" type="#_x0000_t202" style="position:absolute;margin-left:234.1pt;margin-top:6.2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">
                      <v:textbox>
                        <w:txbxContent>
                          <w:p w14:paraId="363BF2EF" w14:textId="77777777" w:rsidR="00E90E65" w:rsidRDefault="00E90E65" w:rsidP="004C7643">
                            <w:pPr>
                              <w:ind w:left="-90" w:right="-75" w:hanging="9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1252F86" wp14:editId="06F98E99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78740</wp:posOffset>
                      </wp:positionV>
                      <wp:extent cx="182880" cy="182880"/>
                      <wp:effectExtent l="12700" t="11430" r="13970" b="5715"/>
                      <wp:wrapNone/>
                      <wp:docPr id="9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C82F90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52F86" id="Text Box 148" o:spid="_x0000_s1036" type="#_x0000_t202" style="position:absolute;margin-left:173.4pt;margin-top:6.2pt;width:14.4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">
                      <v:textbox>
                        <w:txbxContent>
                          <w:p w14:paraId="19C82F90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C8A1B7" w14:textId="2DD97497" w:rsidR="00E90E65" w:rsidRDefault="00344040" w:rsidP="00344040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Product: </w:t>
            </w:r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CappsAdv</w:t>
            </w:r>
            <w:proofErr w:type="spellEnd"/>
            <w:r w:rsidR="00DB390B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773B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</w:t>
            </w:r>
            <w:r w:rsidR="00DB39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</w:t>
            </w:r>
            <w:proofErr w:type="spellStart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CappsBasic</w:t>
            </w:r>
            <w:proofErr w:type="spellEnd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+:       CappsPS:</w:t>
            </w:r>
            <w:r w:rsidR="00DB390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CappsNC:</w:t>
            </w:r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</w:t>
            </w:r>
            <w:proofErr w:type="spellStart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CappsEquator</w:t>
            </w:r>
            <w:proofErr w:type="spellEnd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:       </w:t>
            </w:r>
            <w:proofErr w:type="spellStart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Dataview</w:t>
            </w:r>
            <w:proofErr w:type="spellEnd"/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</w:p>
        </w:tc>
      </w:tr>
      <w:tr w:rsidR="00E90E65" w14:paraId="436DEA07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340B953C" w14:textId="4E131D01" w:rsidR="00E90E65" w:rsidRDefault="000B7857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DB8D8E" wp14:editId="5B9068D8">
                      <wp:simplePos x="0" y="0"/>
                      <wp:positionH relativeFrom="column">
                        <wp:posOffset>5253355</wp:posOffset>
                      </wp:positionH>
                      <wp:positionV relativeFrom="paragraph">
                        <wp:posOffset>65405</wp:posOffset>
                      </wp:positionV>
                      <wp:extent cx="268605" cy="201930"/>
                      <wp:effectExtent l="6350" t="5715" r="10795" b="11430"/>
                      <wp:wrapNone/>
                      <wp:docPr id="8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605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6C286E" w14:textId="01FED239" w:rsidR="00433432" w:rsidRDefault="00433432" w:rsidP="0043343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B8D8E" id="Text Box 156" o:spid="_x0000_s1037" type="#_x0000_t202" style="position:absolute;margin-left:413.65pt;margin-top:5.15pt;width:21.15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">
                      <v:textbox>
                        <w:txbxContent>
                          <w:p w14:paraId="2F6C286E" w14:textId="01FED239" w:rsidR="00433432" w:rsidRDefault="00433432" w:rsidP="0043343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7E1AEC" wp14:editId="69E4098C">
                      <wp:simplePos x="0" y="0"/>
                      <wp:positionH relativeFrom="column">
                        <wp:posOffset>4555490</wp:posOffset>
                      </wp:positionH>
                      <wp:positionV relativeFrom="paragraph">
                        <wp:posOffset>74930</wp:posOffset>
                      </wp:positionV>
                      <wp:extent cx="182880" cy="182880"/>
                      <wp:effectExtent l="13335" t="5715" r="13335" b="11430"/>
                      <wp:wrapNone/>
                      <wp:docPr id="7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5F2B7B" w14:textId="77777777" w:rsidR="00433432" w:rsidRDefault="00433432" w:rsidP="0043343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E1AEC" id="Text Box 157" o:spid="_x0000_s1038" type="#_x0000_t202" style="position:absolute;margin-left:358.7pt;margin-top:5.9pt;width:14.4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">
                      <v:textbox>
                        <w:txbxContent>
                          <w:p w14:paraId="625F2B7B" w14:textId="77777777" w:rsidR="00433432" w:rsidRDefault="00433432" w:rsidP="0043343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68ED8C" w14:textId="5FD8248B" w:rsidR="00E90E65" w:rsidRDefault="002B5DAB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Software Version:              </w:t>
            </w:r>
            <w:r w:rsidR="0043343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Dongle #:  </w:t>
            </w:r>
            <w:r w:rsidR="00773BD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 </w:t>
            </w:r>
            <w:r w:rsidR="0043343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</w:t>
            </w:r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</w:t>
            </w:r>
            <w:r w:rsidR="00433432">
              <w:rPr>
                <w:rFonts w:ascii="Tahoma" w:hAnsi="Tahoma" w:cs="Tahoma"/>
                <w:b/>
                <w:bCs/>
                <w:sz w:val="18"/>
                <w:szCs w:val="18"/>
              </w:rPr>
              <w:t>Dongle Needed:</w:t>
            </w:r>
            <w:r w:rsidR="00E90E6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</w:t>
            </w:r>
            <w:r w:rsidR="0043343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YES               NO </w:t>
            </w:r>
          </w:p>
        </w:tc>
      </w:tr>
      <w:tr w:rsidR="00E90E65" w14:paraId="2BB410C7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6AB7E409" w14:textId="77777777" w:rsidR="00E90E65" w:rsidRDefault="00344040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Software </w:t>
            </w:r>
            <w:r w:rsidR="00433432">
              <w:rPr>
                <w:rFonts w:ascii="Tahoma" w:hAnsi="Tahoma" w:cs="Tahoma"/>
                <w:b/>
                <w:bCs/>
                <w:sz w:val="18"/>
                <w:szCs w:val="18"/>
              </w:rPr>
              <w:t>Options:</w:t>
            </w:r>
          </w:p>
        </w:tc>
      </w:tr>
      <w:tr w:rsidR="00E90E65" w14:paraId="7ACD29C0" w14:textId="77777777" w:rsidTr="00DA20F8">
        <w:trPr>
          <w:cantSplit/>
        </w:trPr>
        <w:tc>
          <w:tcPr>
            <w:tcW w:w="9598" w:type="dxa"/>
            <w:gridSpan w:val="3"/>
            <w:shd w:val="clear" w:color="auto" w:fill="666666"/>
          </w:tcPr>
          <w:p w14:paraId="35F45E29" w14:textId="77777777" w:rsidR="00E90E65" w:rsidRPr="00004E37" w:rsidRDefault="00E90E65" w:rsidP="00DA20F8">
            <w:pPr>
              <w:pStyle w:val="Heading1"/>
              <w:jc w:val="center"/>
              <w:rPr>
                <w:rFonts w:ascii="Arial" w:hAnsi="Arial" w:cs="Arial"/>
              </w:rPr>
            </w:pPr>
            <w:r w:rsidRPr="00004E37">
              <w:rPr>
                <w:rFonts w:ascii="Arial" w:hAnsi="Arial" w:cs="Arial"/>
              </w:rPr>
              <w:t>Machine Information</w:t>
            </w:r>
          </w:p>
        </w:tc>
      </w:tr>
      <w:tr w:rsidR="00E90E65" w14:paraId="74D1B0BA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2BC7A94E" w14:textId="5E3C8C41" w:rsidR="00E90E65" w:rsidRDefault="000B7857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DC940B5" wp14:editId="57BBE492">
                      <wp:simplePos x="0" y="0"/>
                      <wp:positionH relativeFrom="column">
                        <wp:posOffset>2719705</wp:posOffset>
                      </wp:positionH>
                      <wp:positionV relativeFrom="paragraph">
                        <wp:posOffset>51435</wp:posOffset>
                      </wp:positionV>
                      <wp:extent cx="287655" cy="220980"/>
                      <wp:effectExtent l="6350" t="7620" r="10795" b="9525"/>
                      <wp:wrapNone/>
                      <wp:docPr id="6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DDBAD6" w14:textId="27D39380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940B5" id="Text Box 142" o:spid="_x0000_s1039" type="#_x0000_t202" style="position:absolute;margin-left:214.15pt;margin-top:4.05pt;width:22.65pt;height:17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IvdLwIAAFk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">
                      <v:textbox>
                        <w:txbxContent>
                          <w:p w14:paraId="03DDBAD6" w14:textId="27D39380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5D22E71" wp14:editId="60F35484">
                      <wp:simplePos x="0" y="0"/>
                      <wp:positionH relativeFrom="column">
                        <wp:posOffset>5019675</wp:posOffset>
                      </wp:positionH>
                      <wp:positionV relativeFrom="paragraph">
                        <wp:posOffset>69850</wp:posOffset>
                      </wp:positionV>
                      <wp:extent cx="182880" cy="182880"/>
                      <wp:effectExtent l="10795" t="6985" r="6350" b="10160"/>
                      <wp:wrapNone/>
                      <wp:docPr id="5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7EF14" w14:textId="77777777" w:rsidR="00344040" w:rsidRDefault="00344040" w:rsidP="0034404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22E71" id="Text Box 158" o:spid="_x0000_s1040" type="#_x0000_t202" style="position:absolute;margin-left:395.25pt;margin-top:5.5pt;width:14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">
                      <v:textbox>
                        <w:txbxContent>
                          <w:p w14:paraId="3A77EF14" w14:textId="77777777" w:rsidR="00344040" w:rsidRDefault="00344040" w:rsidP="0034404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4C852F" wp14:editId="0A066249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71755</wp:posOffset>
                      </wp:positionV>
                      <wp:extent cx="182880" cy="182880"/>
                      <wp:effectExtent l="10795" t="8890" r="6350" b="8255"/>
                      <wp:wrapNone/>
                      <wp:docPr id="4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00CCF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4C852F" id="Text Box 150" o:spid="_x0000_s1041" type="#_x0000_t202" style="position:absolute;margin-left:333pt;margin-top:5.65pt;width:14.4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">
                      <v:textbox>
                        <w:txbxContent>
                          <w:p w14:paraId="0FC00CCF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19E37A3" wp14:editId="0D581487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67310</wp:posOffset>
                      </wp:positionV>
                      <wp:extent cx="182880" cy="182880"/>
                      <wp:effectExtent l="8890" t="13970" r="8255" b="12700"/>
                      <wp:wrapNone/>
                      <wp:docPr id="3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A46400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E37A3" id="Text Box 141" o:spid="_x0000_s1042" type="#_x0000_t202" style="position:absolute;margin-left:125.85pt;margin-top:5.3pt;width:14.4pt;height:14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">
                      <v:textbox>
                        <w:txbxContent>
                          <w:p w14:paraId="14A46400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B6E73C" w14:textId="77777777" w:rsidR="00E90E65" w:rsidRDefault="00E90E65" w:rsidP="00DA20F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Machine Style: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Manual                        DCC     </w:t>
            </w:r>
            <w:r w:rsidR="00344040">
              <w:rPr>
                <w:rFonts w:ascii="Tahoma" w:hAnsi="Tahoma" w:cs="Tahoma"/>
                <w:sz w:val="18"/>
                <w:szCs w:val="18"/>
              </w:rPr>
              <w:t xml:space="preserve">                  Portable ARM                  CNC</w:t>
            </w:r>
          </w:p>
        </w:tc>
      </w:tr>
      <w:tr w:rsidR="00E90E65" w14:paraId="7A726031" w14:textId="77777777" w:rsidTr="00DA20F8">
        <w:trPr>
          <w:cantSplit/>
          <w:trHeight w:val="482"/>
        </w:trPr>
        <w:tc>
          <w:tcPr>
            <w:tcW w:w="5375" w:type="dxa"/>
            <w:vAlign w:val="center"/>
          </w:tcPr>
          <w:p w14:paraId="2B75B7CC" w14:textId="625E3F66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Machine Brand: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73BDA">
              <w:rPr>
                <w:rFonts w:ascii="Tahoma" w:hAnsi="Tahoma" w:cs="Tahoma"/>
                <w:sz w:val="18"/>
                <w:szCs w:val="18"/>
              </w:rPr>
              <w:t xml:space="preserve">                      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Probe Head:       </w:t>
            </w:r>
          </w:p>
        </w:tc>
        <w:tc>
          <w:tcPr>
            <w:tcW w:w="4223" w:type="dxa"/>
            <w:gridSpan w:val="2"/>
            <w:vAlign w:val="center"/>
          </w:tcPr>
          <w:p w14:paraId="5E18DA0F" w14:textId="54B30A8A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Controller Type</w:t>
            </w:r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>/Model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</w:tc>
      </w:tr>
      <w:tr w:rsidR="00E90E65" w14:paraId="281AB38C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10E1237A" w14:textId="77777777" w:rsidR="00E90E65" w:rsidRDefault="00E90E65" w:rsidP="00DA20F8">
            <w:pP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Interface type:   RS232 Serial:  ___     IEEE-GPIB:____   Ethernet TCP/IP:___  Controller Card___</w:t>
            </w:r>
          </w:p>
        </w:tc>
      </w:tr>
      <w:tr w:rsidR="00E90E65" w14:paraId="39BFADF4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2366CC7D" w14:textId="77777777" w:rsidR="00E90E65" w:rsidRDefault="00E90E65" w:rsidP="00DA20F8">
            <w:pP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Comments on Interface type: (Com port, PCI card etc)</w:t>
            </w:r>
          </w:p>
        </w:tc>
      </w:tr>
      <w:tr w:rsidR="00DA20F8" w14:paraId="3DD8C4EF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09813B9E" w14:textId="0A81376C" w:rsidR="00DA20F8" w:rsidRDefault="00DA20F8" w:rsidP="00DA20F8">
            <w:pP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Legacy System: OS: (</w:t>
            </w:r>
            <w:r w:rsidR="00344040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 xml:space="preserve">7, </w: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XP, 2000, DOS</w:t>
            </w:r>
            <w:r w:rsidR="006B6921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_</w:t>
            </w:r>
            <w:r w:rsidR="000B7857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Windows 10</w:t>
            </w:r>
            <w:r w:rsidR="006B6921"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 xml:space="preserve">,11) </w: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w:t>______    Software: ___________________</w:t>
            </w:r>
          </w:p>
        </w:tc>
      </w:tr>
      <w:tr w:rsidR="00E90E65" w14:paraId="61EA8D5F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4007E8EE" w14:textId="5E860960" w:rsidR="00E90E65" w:rsidRDefault="000B7857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1C4DD6" wp14:editId="31E2A2A3">
                      <wp:simplePos x="0" y="0"/>
                      <wp:positionH relativeFrom="column">
                        <wp:posOffset>1963420</wp:posOffset>
                      </wp:positionH>
                      <wp:positionV relativeFrom="paragraph">
                        <wp:posOffset>68580</wp:posOffset>
                      </wp:positionV>
                      <wp:extent cx="266065" cy="240030"/>
                      <wp:effectExtent l="12065" t="5715" r="7620" b="11430"/>
                      <wp:wrapNone/>
                      <wp:docPr id="2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B3AA03" w14:textId="73A82BD8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C4DD6" id="Text Box 152" o:spid="_x0000_s1043" type="#_x0000_t202" style="position:absolute;margin-left:154.6pt;margin-top:5.4pt;width:20.95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">
                      <v:textbox>
                        <w:txbxContent>
                          <w:p w14:paraId="06B3AA03" w14:textId="73A82BD8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C42716" wp14:editId="4F18A817">
                      <wp:simplePos x="0" y="0"/>
                      <wp:positionH relativeFrom="column">
                        <wp:posOffset>2913380</wp:posOffset>
                      </wp:positionH>
                      <wp:positionV relativeFrom="paragraph">
                        <wp:posOffset>55245</wp:posOffset>
                      </wp:positionV>
                      <wp:extent cx="182880" cy="182880"/>
                      <wp:effectExtent l="9525" t="11430" r="7620" b="5715"/>
                      <wp:wrapNone/>
                      <wp:docPr id="1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D1DE95" w14:textId="77777777" w:rsidR="00E90E65" w:rsidRDefault="00E90E65" w:rsidP="00E90E6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42716" id="Text Box 151" o:spid="_x0000_s1044" type="#_x0000_t202" style="position:absolute;margin-left:229.4pt;margin-top:4.35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">
                      <v:textbox>
                        <w:txbxContent>
                          <w:p w14:paraId="20D1DE95" w14:textId="77777777" w:rsidR="00E90E65" w:rsidRDefault="00E90E65" w:rsidP="00E90E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7FBFB7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Controller Retrofit Needed:  </w:t>
            </w:r>
            <w:r w:rsidR="004C76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No:                     Yes:                                                                                       </w:t>
            </w:r>
          </w:p>
        </w:tc>
      </w:tr>
      <w:tr w:rsidR="00E90E65" w14:paraId="37AABF0A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7E3E50B2" w14:textId="77777777" w:rsidR="00E90E65" w:rsidRDefault="002D335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Other Accessories to Order:</w:t>
            </w:r>
          </w:p>
        </w:tc>
      </w:tr>
      <w:tr w:rsidR="00E90E65" w14:paraId="55EEBC02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2C6FBE92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0E65" w14:paraId="5FAE37A4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42AF71D1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0E65" w14:paraId="4DA39E67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39996AD1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Additional Comments: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E90E65" w14:paraId="4D7AE42E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1900C464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0E65" w14:paraId="09929113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7E9086DC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90E65" w14:paraId="253A2077" w14:textId="77777777" w:rsidTr="00DA20F8">
        <w:trPr>
          <w:cantSplit/>
          <w:trHeight w:val="482"/>
        </w:trPr>
        <w:tc>
          <w:tcPr>
            <w:tcW w:w="9598" w:type="dxa"/>
            <w:gridSpan w:val="3"/>
            <w:vAlign w:val="center"/>
          </w:tcPr>
          <w:p w14:paraId="56D42FC9" w14:textId="77777777" w:rsidR="00E90E65" w:rsidRDefault="00E90E65" w:rsidP="00DA20F8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41FC4508" w14:textId="77777777" w:rsidR="00004E37" w:rsidRDefault="00004E37">
      <w:pPr>
        <w:autoSpaceDE w:val="0"/>
        <w:autoSpaceDN w:val="0"/>
        <w:adjustRightInd w:val="0"/>
        <w:jc w:val="center"/>
      </w:pPr>
    </w:p>
    <w:p w14:paraId="05F1088B" w14:textId="77777777" w:rsidR="00004E37" w:rsidRDefault="00004E37">
      <w:pPr>
        <w:autoSpaceDE w:val="0"/>
        <w:autoSpaceDN w:val="0"/>
        <w:adjustRightInd w:val="0"/>
        <w:jc w:val="center"/>
      </w:pPr>
    </w:p>
    <w:p w14:paraId="0AE17EA9" w14:textId="77777777" w:rsidR="00910B2A" w:rsidRDefault="00910B2A">
      <w:pPr>
        <w:jc w:val="center"/>
        <w:rPr>
          <w:rFonts w:ascii="Tahoma" w:hAnsi="Tahoma" w:cs="Tahoma"/>
        </w:rPr>
      </w:pPr>
    </w:p>
    <w:sectPr w:rsidR="00910B2A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57"/>
    <w:rsid w:val="00004E37"/>
    <w:rsid w:val="00006637"/>
    <w:rsid w:val="00091A2D"/>
    <w:rsid w:val="000A2150"/>
    <w:rsid w:val="000B7857"/>
    <w:rsid w:val="001B4DF6"/>
    <w:rsid w:val="00216C7B"/>
    <w:rsid w:val="002B5DAB"/>
    <w:rsid w:val="002D3355"/>
    <w:rsid w:val="00335E6A"/>
    <w:rsid w:val="00344040"/>
    <w:rsid w:val="003E1050"/>
    <w:rsid w:val="00433432"/>
    <w:rsid w:val="00473F05"/>
    <w:rsid w:val="004C7643"/>
    <w:rsid w:val="006806FB"/>
    <w:rsid w:val="006B6921"/>
    <w:rsid w:val="00770A9A"/>
    <w:rsid w:val="00773BDA"/>
    <w:rsid w:val="008F7C31"/>
    <w:rsid w:val="00910B2A"/>
    <w:rsid w:val="009321B0"/>
    <w:rsid w:val="00955970"/>
    <w:rsid w:val="00A869A3"/>
    <w:rsid w:val="00AD3C37"/>
    <w:rsid w:val="00B01399"/>
    <w:rsid w:val="00B73634"/>
    <w:rsid w:val="00BA779B"/>
    <w:rsid w:val="00C92323"/>
    <w:rsid w:val="00DA20F8"/>
    <w:rsid w:val="00DB390B"/>
    <w:rsid w:val="00E03BA3"/>
    <w:rsid w:val="00E53487"/>
    <w:rsid w:val="00E54B6F"/>
    <w:rsid w:val="00E9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BFAED7"/>
  <w15:chartTrackingRefBased/>
  <w15:docId w15:val="{66699F1E-13E0-4910-9BAD-86BDB7D4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97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  <w:color w:val="FFFFFF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BA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03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t3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les@aat3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at3d.com" TargetMode="External"/><Relationship Id="rId5" Type="http://schemas.openxmlformats.org/officeDocument/2006/relationships/hyperlink" Target="mailto:sales@aat3d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chivio\AAT%20Europe\Clienti\Licenze%20Capps\2015_Customer_Registration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2015_Customer_Registration</Template>
  <TotalTime>2</TotalTime>
  <Pages>1</Pages>
  <Words>110</Words>
  <Characters>759</Characters>
  <Application>Microsoft Office Word</Application>
  <DocSecurity>0</DocSecurity>
  <Lines>42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May 7, 2004</vt:lpstr>
      <vt:lpstr>May 7, 2004</vt:lpstr>
    </vt:vector>
  </TitlesOfParts>
  <Company>Appiled Automation Technologies, Inc.</Company>
  <LinksUpToDate>false</LinksUpToDate>
  <CharactersWithSpaces>1437</CharactersWithSpaces>
  <SharedDoc>false</SharedDoc>
  <HLinks>
    <vt:vector size="12" baseType="variant">
      <vt:variant>
        <vt:i4>5505091</vt:i4>
      </vt:variant>
      <vt:variant>
        <vt:i4>3</vt:i4>
      </vt:variant>
      <vt:variant>
        <vt:i4>0</vt:i4>
      </vt:variant>
      <vt:variant>
        <vt:i4>5</vt:i4>
      </vt:variant>
      <vt:variant>
        <vt:lpwstr>http://www.aat3d.com/</vt:lpwstr>
      </vt:variant>
      <vt:variant>
        <vt:lpwstr/>
      </vt:variant>
      <vt:variant>
        <vt:i4>7405597</vt:i4>
      </vt:variant>
      <vt:variant>
        <vt:i4>0</vt:i4>
      </vt:variant>
      <vt:variant>
        <vt:i4>0</vt:i4>
      </vt:variant>
      <vt:variant>
        <vt:i4>5</vt:i4>
      </vt:variant>
      <vt:variant>
        <vt:lpwstr>mailto:sales@aat3d.com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7, 2004</dc:title>
  <dc:subject/>
  <dc:creator>Christian</dc:creator>
  <cp:keywords/>
  <cp:lastModifiedBy>Ben Gembis</cp:lastModifiedBy>
  <cp:revision>3</cp:revision>
  <cp:lastPrinted>2004-08-12T13:58:00Z</cp:lastPrinted>
  <dcterms:created xsi:type="dcterms:W3CDTF">2024-06-07T14:06:00Z</dcterms:created>
  <dcterms:modified xsi:type="dcterms:W3CDTF">2024-06-07T14:08:00Z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7362b878afec02cfc95d4c6edb062839c11deb843d7f37e704ca45ecac7141a0</vt:lpwstr>
  </property>
</Properties>
</file>